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2A2" w:rsidRDefault="003012A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280.5pt">
            <v:imagedata r:id="rId4" o:title=""/>
          </v:shape>
        </w:pict>
      </w:r>
    </w:p>
    <w:sectPr w:rsidR="003012A2" w:rsidSect="0030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517"/>
    <w:rsid w:val="00057B5C"/>
    <w:rsid w:val="000902E2"/>
    <w:rsid w:val="00090F5F"/>
    <w:rsid w:val="000A03BD"/>
    <w:rsid w:val="000B7F64"/>
    <w:rsid w:val="000D35E3"/>
    <w:rsid w:val="000D5ADB"/>
    <w:rsid w:val="000E48C3"/>
    <w:rsid w:val="00100594"/>
    <w:rsid w:val="00100786"/>
    <w:rsid w:val="002324AA"/>
    <w:rsid w:val="0023304D"/>
    <w:rsid w:val="00241F7C"/>
    <w:rsid w:val="002B34AC"/>
    <w:rsid w:val="003012A2"/>
    <w:rsid w:val="00374941"/>
    <w:rsid w:val="003C06C7"/>
    <w:rsid w:val="003E6E9A"/>
    <w:rsid w:val="004E3E51"/>
    <w:rsid w:val="004F2771"/>
    <w:rsid w:val="00520517"/>
    <w:rsid w:val="005234CC"/>
    <w:rsid w:val="00583BEE"/>
    <w:rsid w:val="00591F7E"/>
    <w:rsid w:val="005F0491"/>
    <w:rsid w:val="006119D4"/>
    <w:rsid w:val="00615EAC"/>
    <w:rsid w:val="0066780C"/>
    <w:rsid w:val="00671496"/>
    <w:rsid w:val="006F3363"/>
    <w:rsid w:val="00725EF3"/>
    <w:rsid w:val="007A1604"/>
    <w:rsid w:val="007A5A4F"/>
    <w:rsid w:val="007C5218"/>
    <w:rsid w:val="0086702A"/>
    <w:rsid w:val="00882389"/>
    <w:rsid w:val="008E2039"/>
    <w:rsid w:val="00924A81"/>
    <w:rsid w:val="00946966"/>
    <w:rsid w:val="00A030F0"/>
    <w:rsid w:val="00A065CF"/>
    <w:rsid w:val="00A377B2"/>
    <w:rsid w:val="00AA1BAC"/>
    <w:rsid w:val="00AC115D"/>
    <w:rsid w:val="00C2502A"/>
    <w:rsid w:val="00C34F60"/>
    <w:rsid w:val="00C977AE"/>
    <w:rsid w:val="00CF2E6C"/>
    <w:rsid w:val="00CF35C3"/>
    <w:rsid w:val="00D13470"/>
    <w:rsid w:val="00D6777E"/>
    <w:rsid w:val="00D83D76"/>
    <w:rsid w:val="00DB177A"/>
    <w:rsid w:val="00DC117E"/>
    <w:rsid w:val="00E332F7"/>
    <w:rsid w:val="00EB0192"/>
    <w:rsid w:val="00F7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1</Characters>
  <Application>Microsoft Office Outlook</Application>
  <DocSecurity>0</DocSecurity>
  <Lines>0</Lines>
  <Paragraphs>0</Paragraphs>
  <ScaleCrop>false</ScaleCrop>
  <Company>SibirSoft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WiZaRd</cp:lastModifiedBy>
  <cp:revision>2</cp:revision>
  <dcterms:created xsi:type="dcterms:W3CDTF">2015-04-21T12:32:00Z</dcterms:created>
  <dcterms:modified xsi:type="dcterms:W3CDTF">2015-04-21T12:32:00Z</dcterms:modified>
</cp:coreProperties>
</file>